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D0" w:rsidRDefault="00F6195A">
      <w:r>
        <w:t xml:space="preserve">TL 866 </w:t>
      </w:r>
      <w:proofErr w:type="spellStart"/>
      <w:r>
        <w:t>Programmer</w:t>
      </w:r>
      <w:proofErr w:type="spellEnd"/>
      <w:r>
        <w:t>:</w:t>
      </w:r>
    </w:p>
    <w:p w:rsidR="00F6195A" w:rsidRDefault="00F6195A"/>
    <w:p w:rsidR="00F6195A" w:rsidRDefault="00B31EC8">
      <w:hyperlink r:id="rId5" w:history="1">
        <w:r w:rsidRPr="003A0209">
          <w:rPr>
            <w:rStyle w:val="Hyperlink"/>
          </w:rPr>
          <w:t>http://autoelectric.cn/EN/TL866_main.html</w:t>
        </w:r>
      </w:hyperlink>
    </w:p>
    <w:p w:rsidR="00B31EC8" w:rsidRDefault="00B31EC8"/>
    <w:p w:rsidR="00B31EC8" w:rsidRDefault="00B31EC8">
      <w:r>
        <w:t>Mikrokontroller Forum:</w:t>
      </w:r>
    </w:p>
    <w:p w:rsidR="00B31EC8" w:rsidRDefault="00B31EC8"/>
    <w:p w:rsidR="00B31EC8" w:rsidRDefault="00B31EC8">
      <w:hyperlink r:id="rId6" w:history="1">
        <w:r w:rsidRPr="003A0209">
          <w:rPr>
            <w:rStyle w:val="Hyperlink"/>
          </w:rPr>
          <w:t>https://www.mikrocontroller.net/topic/456189#postform</w:t>
        </w:r>
      </w:hyperlink>
    </w:p>
    <w:p w:rsidR="00B31EC8" w:rsidRDefault="00B31EC8"/>
    <w:p w:rsidR="00B31EC8" w:rsidRDefault="00B31EC8">
      <w:proofErr w:type="spellStart"/>
      <w:r>
        <w:t>Wincupl</w:t>
      </w:r>
      <w:proofErr w:type="spellEnd"/>
      <w:r>
        <w:t>:</w:t>
      </w:r>
    </w:p>
    <w:p w:rsidR="00B31EC8" w:rsidRDefault="00B31EC8"/>
    <w:p w:rsidR="00B31EC8" w:rsidRDefault="00B31EC8">
      <w:hyperlink r:id="rId7" w:history="1">
        <w:r w:rsidRPr="003A0209">
          <w:rPr>
            <w:rStyle w:val="Hyperlink"/>
          </w:rPr>
          <w:t>http://www.microchip.com/design-centers/programmable-logic/spld-cpld/tools/software/wincupl</w:t>
        </w:r>
      </w:hyperlink>
    </w:p>
    <w:p w:rsidR="00B31EC8" w:rsidRDefault="00B31EC8"/>
    <w:p w:rsidR="00B31EC8" w:rsidRDefault="00B31EC8">
      <w:bookmarkStart w:id="0" w:name="_GoBack"/>
      <w:bookmarkEnd w:id="0"/>
    </w:p>
    <w:sectPr w:rsidR="00B31E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08"/>
    <w:rsid w:val="00692508"/>
    <w:rsid w:val="00B31EC8"/>
    <w:rsid w:val="00C80BD0"/>
    <w:rsid w:val="00F6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1E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1E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rochip.com/design-centers/programmable-logic/spld-cpld/tools/software/wincu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ikrocontroller.net/topic/456189#postform" TargetMode="External"/><Relationship Id="rId5" Type="http://schemas.openxmlformats.org/officeDocument/2006/relationships/hyperlink" Target="http://autoelectric.cn/EN/TL866_main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C3FAF36</Template>
  <TotalTime>0</TotalTime>
  <Pages>1</Pages>
  <Words>66</Words>
  <Characters>416</Characters>
  <Application>Microsoft Office Word</Application>
  <DocSecurity>0</DocSecurity>
  <Lines>3</Lines>
  <Paragraphs>1</Paragraphs>
  <ScaleCrop>false</ScaleCrop>
  <Company>RBB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Röhl, Mario</dc:creator>
  <cp:keywords/>
  <dc:description/>
  <cp:lastModifiedBy>Röhl, Mario</cp:lastModifiedBy>
  <cp:revision>3</cp:revision>
  <dcterms:created xsi:type="dcterms:W3CDTF">2018-09-06T03:30:00Z</dcterms:created>
  <dcterms:modified xsi:type="dcterms:W3CDTF">2018-09-06T03:32:00Z</dcterms:modified>
</cp:coreProperties>
</file>